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29E136" w14:textId="1CFF316C" w:rsidR="004450BD" w:rsidRDefault="006F79B5" w:rsidP="004450BD">
      <w:pPr>
        <w:pStyle w:val="Header"/>
        <w:pBdr>
          <w:bottom w:val="single" w:sz="18" w:space="1" w:color="auto"/>
        </w:pBd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CFRA</w:t>
      </w:r>
      <w:r w:rsidR="007F3DED">
        <w:rPr>
          <w:rFonts w:cs="Arial"/>
          <w:b/>
          <w:sz w:val="28"/>
          <w:szCs w:val="28"/>
        </w:rPr>
        <w:t xml:space="preserve"> </w:t>
      </w:r>
      <w:r w:rsidR="008C074D">
        <w:rPr>
          <w:rFonts w:cs="Arial"/>
          <w:b/>
          <w:sz w:val="28"/>
          <w:szCs w:val="28"/>
        </w:rPr>
        <w:t>–</w:t>
      </w:r>
      <w:r w:rsidR="007F3DED">
        <w:rPr>
          <w:rFonts w:cs="Arial"/>
          <w:b/>
          <w:sz w:val="28"/>
          <w:szCs w:val="28"/>
        </w:rPr>
        <w:t xml:space="preserve"> </w:t>
      </w:r>
      <w:r w:rsidR="008C074D">
        <w:rPr>
          <w:rFonts w:cs="Arial"/>
          <w:b/>
          <w:sz w:val="28"/>
          <w:szCs w:val="28"/>
        </w:rPr>
        <w:t>FEHA/</w:t>
      </w:r>
      <w:r w:rsidR="00631897">
        <w:rPr>
          <w:rFonts w:cs="Arial"/>
          <w:b/>
          <w:sz w:val="28"/>
          <w:szCs w:val="28"/>
        </w:rPr>
        <w:t>ADA</w:t>
      </w:r>
      <w:r>
        <w:rPr>
          <w:rFonts w:cs="Arial"/>
          <w:b/>
          <w:sz w:val="28"/>
          <w:szCs w:val="28"/>
        </w:rPr>
        <w:t xml:space="preserve"> Background Data</w:t>
      </w:r>
      <w:r w:rsidR="008A5D74">
        <w:rPr>
          <w:rFonts w:cs="Arial"/>
          <w:b/>
          <w:sz w:val="28"/>
          <w:szCs w:val="28"/>
        </w:rPr>
        <w:t xml:space="preserve"> (</w:t>
      </w:r>
      <w:r w:rsidR="008A5D74" w:rsidRPr="008A5D74">
        <w:rPr>
          <w:rFonts w:cs="Arial"/>
          <w:b/>
          <w:sz w:val="28"/>
          <w:szCs w:val="28"/>
        </w:rPr>
        <w:t>CA</w:t>
      </w:r>
      <w:r w:rsidR="00DB21D4">
        <w:rPr>
          <w:rFonts w:cs="Arial"/>
          <w:b/>
          <w:sz w:val="28"/>
          <w:szCs w:val="28"/>
        </w:rPr>
        <w:t>A</w:t>
      </w:r>
      <w:r w:rsidR="008A5D74" w:rsidRPr="008A5D74">
        <w:rPr>
          <w:rFonts w:cs="Arial"/>
          <w:b/>
          <w:sz w:val="28"/>
          <w:szCs w:val="28"/>
        </w:rPr>
        <w:t>2003</w:t>
      </w:r>
      <w:r w:rsidR="008A5D74">
        <w:rPr>
          <w:rFonts w:cs="Arial"/>
          <w:b/>
          <w:sz w:val="28"/>
          <w:szCs w:val="28"/>
        </w:rPr>
        <w:t>)</w:t>
      </w:r>
    </w:p>
    <w:p w14:paraId="67B1A204" w14:textId="77777777" w:rsidR="004450BD" w:rsidRDefault="004450BD" w:rsidP="004450BD">
      <w:pPr>
        <w:jc w:val="both"/>
        <w:rPr>
          <w:rFonts w:cs="Arial"/>
          <w:b/>
          <w:sz w:val="20"/>
          <w:u w:val="single"/>
        </w:rPr>
      </w:pPr>
    </w:p>
    <w:p w14:paraId="24A165A5" w14:textId="77777777" w:rsidR="004450BD" w:rsidRDefault="004450BD" w:rsidP="004450BD">
      <w:pPr>
        <w:jc w:val="both"/>
        <w:rPr>
          <w:rFonts w:cs="Arial"/>
          <w:b/>
          <w:sz w:val="20"/>
        </w:rPr>
      </w:pPr>
      <w:r>
        <w:rPr>
          <w:rFonts w:cs="Arial"/>
          <w:b/>
          <w:sz w:val="20"/>
          <w:u w:val="single"/>
        </w:rPr>
        <w:t>Employee:</w:t>
      </w:r>
      <w:r>
        <w:rPr>
          <w:rFonts w:cs="Arial"/>
          <w:b/>
          <w:sz w:val="20"/>
        </w:rPr>
        <w:t xml:space="preserve"> </w:t>
      </w:r>
      <w:r w:rsidR="007C2619">
        <w:rPr>
          <w:rFonts w:cs="Arial"/>
          <w:b/>
          <w:sz w:val="20"/>
        </w:rPr>
        <w:t xml:space="preserve"> </w:t>
      </w:r>
      <w:r w:rsidR="007C2619" w:rsidRPr="005F6B56">
        <w:rPr>
          <w:rFonts w:cs="Arial"/>
          <w:b/>
          <w:sz w:val="20"/>
          <w:highlight w:val="yellow"/>
        </w:rPr>
        <w:t>NAME</w:t>
      </w:r>
      <w:r w:rsidR="008A5EBD">
        <w:rPr>
          <w:rFonts w:cs="Arial"/>
          <w:sz w:val="20"/>
        </w:rPr>
        <w:tab/>
      </w:r>
      <w:r w:rsidR="008A5EBD">
        <w:rPr>
          <w:rFonts w:cs="Arial"/>
          <w:sz w:val="20"/>
        </w:rPr>
        <w:tab/>
      </w:r>
      <w:r w:rsidR="008A5EBD">
        <w:rPr>
          <w:rFonts w:cs="Arial"/>
          <w:sz w:val="20"/>
        </w:rPr>
        <w:tab/>
      </w:r>
      <w:r w:rsidR="008A5EBD">
        <w:rPr>
          <w:rFonts w:cs="Arial"/>
          <w:sz w:val="20"/>
        </w:rPr>
        <w:tab/>
      </w:r>
      <w:r w:rsidR="008A5EBD">
        <w:rPr>
          <w:rFonts w:cs="Arial"/>
          <w:sz w:val="20"/>
        </w:rPr>
        <w:tab/>
      </w:r>
      <w:r>
        <w:rPr>
          <w:rFonts w:cs="Arial"/>
          <w:b/>
          <w:sz w:val="20"/>
          <w:u w:val="single"/>
        </w:rPr>
        <w:t>Job Title:</w:t>
      </w:r>
      <w:r>
        <w:rPr>
          <w:rFonts w:cs="Arial"/>
          <w:b/>
          <w:sz w:val="20"/>
        </w:rPr>
        <w:t xml:space="preserve"> </w:t>
      </w:r>
      <w:r w:rsidR="005F6B56">
        <w:rPr>
          <w:rFonts w:cs="Arial"/>
          <w:b/>
          <w:sz w:val="20"/>
        </w:rPr>
        <w:t xml:space="preserve"> </w:t>
      </w:r>
      <w:r w:rsidR="005F6B56" w:rsidRPr="005F6B56">
        <w:rPr>
          <w:rFonts w:cs="Arial"/>
          <w:b/>
          <w:sz w:val="20"/>
          <w:highlight w:val="yellow"/>
        </w:rPr>
        <w:t>TITLE</w:t>
      </w:r>
    </w:p>
    <w:p w14:paraId="5EC53DE3" w14:textId="77777777" w:rsidR="004450BD" w:rsidRDefault="004450BD" w:rsidP="004450BD">
      <w:pPr>
        <w:jc w:val="both"/>
        <w:rPr>
          <w:rFonts w:cs="Arial"/>
          <w:b/>
          <w:sz w:val="20"/>
        </w:rPr>
      </w:pPr>
    </w:p>
    <w:p w14:paraId="4FE40A3A" w14:textId="77777777" w:rsidR="004450BD" w:rsidRDefault="004450BD" w:rsidP="004450BD">
      <w:pPr>
        <w:jc w:val="both"/>
        <w:rPr>
          <w:rFonts w:cs="Arial"/>
          <w:sz w:val="20"/>
        </w:rPr>
      </w:pPr>
      <w:r w:rsidRPr="006D4B77">
        <w:rPr>
          <w:rFonts w:cs="Arial"/>
          <w:b/>
          <w:sz w:val="20"/>
          <w:u w:val="single"/>
        </w:rPr>
        <w:t>Department/Su</w:t>
      </w:r>
      <w:r w:rsidR="006D4B77">
        <w:rPr>
          <w:rFonts w:cs="Arial"/>
          <w:b/>
          <w:sz w:val="20"/>
          <w:u w:val="single"/>
        </w:rPr>
        <w:t>pervisor:</w:t>
      </w:r>
      <w:r w:rsidR="006D4B77" w:rsidRPr="006D4B77">
        <w:rPr>
          <w:rFonts w:cs="Arial"/>
          <w:sz w:val="20"/>
        </w:rPr>
        <w:t xml:space="preserve"> </w:t>
      </w:r>
      <w:r w:rsidR="005F6B56" w:rsidRPr="005F6B56">
        <w:rPr>
          <w:rFonts w:cs="Arial"/>
          <w:sz w:val="20"/>
          <w:highlight w:val="yellow"/>
        </w:rPr>
        <w:t>NAME AND TITLE</w:t>
      </w:r>
    </w:p>
    <w:p w14:paraId="7A6927F6" w14:textId="77777777" w:rsidR="00631897" w:rsidRDefault="00631897" w:rsidP="004450BD">
      <w:pPr>
        <w:jc w:val="both"/>
        <w:rPr>
          <w:rFonts w:cs="Arial"/>
          <w:b/>
          <w:sz w:val="20"/>
          <w:u w:val="single"/>
        </w:rPr>
      </w:pPr>
    </w:p>
    <w:p w14:paraId="2F2F00DA" w14:textId="77777777" w:rsidR="00631897" w:rsidRPr="006D4B77" w:rsidRDefault="00631897" w:rsidP="004450BD">
      <w:pPr>
        <w:jc w:val="both"/>
        <w:rPr>
          <w:rFonts w:cs="Arial"/>
          <w:b/>
          <w:sz w:val="20"/>
          <w:u w:val="single"/>
        </w:rPr>
      </w:pPr>
    </w:p>
    <w:p w14:paraId="39408808" w14:textId="77777777" w:rsidR="004450BD" w:rsidRPr="004450BD" w:rsidRDefault="004450BD" w:rsidP="004450BD">
      <w:pPr>
        <w:pBdr>
          <w:top w:val="single" w:sz="18" w:space="1" w:color="auto"/>
        </w:pBdr>
        <w:jc w:val="both"/>
        <w:rPr>
          <w:rFonts w:cs="Arial"/>
          <w:b/>
          <w:sz w:val="20"/>
        </w:rPr>
      </w:pPr>
    </w:p>
    <w:p w14:paraId="7BAF76C4" w14:textId="63B40EE1" w:rsidR="004450BD" w:rsidRDefault="00BA19C5" w:rsidP="004450BD">
      <w:pPr>
        <w:pBdr>
          <w:top w:val="single" w:sz="18" w:space="1" w:color="auto"/>
        </w:pBdr>
        <w:jc w:val="both"/>
        <w:rPr>
          <w:rFonts w:cs="Arial"/>
          <w:b/>
          <w:sz w:val="20"/>
        </w:rPr>
      </w:pPr>
      <w:r>
        <w:rPr>
          <w:rFonts w:cs="Arial"/>
          <w:b/>
          <w:sz w:val="20"/>
        </w:rPr>
        <w:t>BACKGROUND DATA</w:t>
      </w:r>
      <w:r w:rsidR="004450BD">
        <w:rPr>
          <w:rFonts w:cs="Arial"/>
          <w:b/>
          <w:sz w:val="20"/>
        </w:rPr>
        <w:t xml:space="preserve"> </w:t>
      </w:r>
      <w:r w:rsidR="00631897">
        <w:rPr>
          <w:rFonts w:cs="Arial"/>
          <w:b/>
          <w:sz w:val="20"/>
        </w:rPr>
        <w:t xml:space="preserve">   Leave Type</w:t>
      </w:r>
      <w:r w:rsidR="00631897" w:rsidRPr="0021044D">
        <w:rPr>
          <w:rFonts w:cs="Arial"/>
          <w:b/>
          <w:sz w:val="20"/>
          <w:highlight w:val="yellow"/>
        </w:rPr>
        <w:t xml:space="preserve">: </w:t>
      </w:r>
      <w:r w:rsidR="00DB21D4">
        <w:rPr>
          <w:rFonts w:cs="Arial"/>
          <w:b/>
          <w:sz w:val="20"/>
          <w:highlight w:val="yellow"/>
        </w:rPr>
        <w:t>FEHA/</w:t>
      </w:r>
      <w:r w:rsidR="00631897" w:rsidRPr="0021044D">
        <w:rPr>
          <w:rFonts w:cs="Arial"/>
          <w:b/>
          <w:sz w:val="20"/>
          <w:highlight w:val="yellow"/>
        </w:rPr>
        <w:t xml:space="preserve">ADA  </w:t>
      </w:r>
      <w:r w:rsidRPr="0021044D">
        <w:rPr>
          <w:rFonts w:cs="Arial"/>
          <w:b/>
          <w:sz w:val="20"/>
          <w:highlight w:val="yellow"/>
        </w:rPr>
        <w:t>CFRA</w:t>
      </w:r>
      <w:r>
        <w:rPr>
          <w:rFonts w:cs="Arial"/>
          <w:b/>
          <w:sz w:val="20"/>
        </w:rPr>
        <w:t xml:space="preserve"> </w:t>
      </w:r>
      <w:r>
        <w:rPr>
          <w:rFonts w:cs="Arial"/>
          <w:b/>
          <w:sz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3"/>
      <w:r>
        <w:rPr>
          <w:rFonts w:cs="Arial"/>
          <w:b/>
          <w:sz w:val="20"/>
        </w:rPr>
        <w:instrText xml:space="preserve"> FORMCHECKBOX </w:instrText>
      </w:r>
      <w:r w:rsidR="000770DF">
        <w:rPr>
          <w:rFonts w:cs="Arial"/>
          <w:b/>
          <w:sz w:val="20"/>
        </w:rPr>
      </w:r>
      <w:r w:rsidR="000770DF">
        <w:rPr>
          <w:rFonts w:cs="Arial"/>
          <w:b/>
          <w:sz w:val="20"/>
        </w:rPr>
        <w:fldChar w:fldCharType="separate"/>
      </w:r>
      <w:r>
        <w:rPr>
          <w:rFonts w:cs="Arial"/>
          <w:b/>
          <w:sz w:val="20"/>
        </w:rPr>
        <w:fldChar w:fldCharType="end"/>
      </w:r>
      <w:bookmarkEnd w:id="0"/>
    </w:p>
    <w:p w14:paraId="156C3192" w14:textId="77777777" w:rsidR="006F79B5" w:rsidRDefault="006F79B5" w:rsidP="004450BD">
      <w:pPr>
        <w:pBdr>
          <w:top w:val="single" w:sz="18" w:space="1" w:color="auto"/>
        </w:pBdr>
        <w:jc w:val="both"/>
        <w:rPr>
          <w:rFonts w:cs="Arial"/>
          <w:b/>
          <w:sz w:val="20"/>
        </w:rPr>
      </w:pPr>
    </w:p>
    <w:tbl>
      <w:tblPr>
        <w:tblW w:w="92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0"/>
        <w:gridCol w:w="967"/>
        <w:gridCol w:w="900"/>
      </w:tblGrid>
      <w:tr w:rsidR="005F6B56" w:rsidRPr="003E5FF3" w14:paraId="2BDCBA70" w14:textId="77777777" w:rsidTr="008C074D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664F5" w14:textId="77777777" w:rsidR="005F6B56" w:rsidRPr="0021044D" w:rsidRDefault="005F6B56" w:rsidP="0062710E">
            <w:pPr>
              <w:jc w:val="both"/>
              <w:rPr>
                <w:rFonts w:cs="Arial"/>
                <w:b/>
                <w:sz w:val="20"/>
                <w:highlight w:val="yellow"/>
              </w:rPr>
            </w:pPr>
            <w:r w:rsidRPr="0021044D">
              <w:rPr>
                <w:rFonts w:cs="Arial"/>
                <w:b/>
                <w:sz w:val="20"/>
                <w:highlight w:val="yellow"/>
              </w:rPr>
              <w:t>Clarification Questions</w:t>
            </w:r>
          </w:p>
          <w:p w14:paraId="5A4C10AD" w14:textId="77777777" w:rsidR="005F6B56" w:rsidRPr="0021044D" w:rsidRDefault="005F6B56" w:rsidP="0062710E">
            <w:pPr>
              <w:tabs>
                <w:tab w:val="center" w:pos="4320"/>
                <w:tab w:val="right" w:pos="8640"/>
              </w:tabs>
              <w:jc w:val="both"/>
              <w:rPr>
                <w:rFonts w:cs="Arial"/>
                <w:b/>
                <w:sz w:val="20"/>
                <w:highlight w:val="yellow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8987C" w14:textId="77777777" w:rsidR="005F6B56" w:rsidRPr="0021044D" w:rsidRDefault="005F6B56" w:rsidP="0062710E">
            <w:pPr>
              <w:jc w:val="center"/>
              <w:rPr>
                <w:rFonts w:cs="Arial"/>
                <w:b/>
                <w:sz w:val="20"/>
                <w:highlight w:val="yellow"/>
              </w:rPr>
            </w:pPr>
            <w:r w:rsidRPr="0021044D">
              <w:rPr>
                <w:rFonts w:cs="Arial"/>
                <w:b/>
                <w:sz w:val="20"/>
                <w:highlight w:val="yellow"/>
              </w:rPr>
              <w:t>Yes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EAC82" w14:textId="77777777" w:rsidR="005F6B56" w:rsidRPr="0021044D" w:rsidRDefault="005F6B56" w:rsidP="0062710E">
            <w:pPr>
              <w:jc w:val="center"/>
              <w:rPr>
                <w:rFonts w:cs="Arial"/>
                <w:b/>
                <w:sz w:val="20"/>
                <w:highlight w:val="yellow"/>
              </w:rPr>
            </w:pPr>
            <w:r w:rsidRPr="0021044D">
              <w:rPr>
                <w:rFonts w:cs="Arial"/>
                <w:b/>
                <w:sz w:val="20"/>
                <w:highlight w:val="yellow"/>
              </w:rPr>
              <w:t>No</w:t>
            </w:r>
          </w:p>
        </w:tc>
      </w:tr>
      <w:tr w:rsidR="005F6B56" w:rsidRPr="003E5FF3" w14:paraId="559E7421" w14:textId="77777777" w:rsidTr="008C074D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931E7" w14:textId="0A722611" w:rsidR="005F6B56" w:rsidRPr="003E5FF3" w:rsidRDefault="005F6B56" w:rsidP="0062710E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5FF3">
              <w:rPr>
                <w:rFonts w:ascii="Arial" w:hAnsi="Arial" w:cs="Arial"/>
                <w:sz w:val="20"/>
                <w:szCs w:val="20"/>
              </w:rPr>
              <w:t>Does the initial medical certificate establish the employee’s entitlement to CFRA/</w:t>
            </w:r>
            <w:r w:rsidR="00DB21D4">
              <w:rPr>
                <w:rFonts w:ascii="Arial" w:hAnsi="Arial" w:cs="Arial"/>
                <w:sz w:val="20"/>
                <w:szCs w:val="20"/>
              </w:rPr>
              <w:t>FEHA/</w:t>
            </w:r>
            <w:r w:rsidRPr="003E5FF3">
              <w:rPr>
                <w:rFonts w:ascii="Arial" w:hAnsi="Arial" w:cs="Arial"/>
                <w:sz w:val="20"/>
                <w:szCs w:val="20"/>
              </w:rPr>
              <w:t xml:space="preserve">ADA leave? 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C553F" w14:textId="77777777" w:rsidR="005F6B56" w:rsidRPr="003E5FF3" w:rsidRDefault="005F6B56" w:rsidP="0062710E">
            <w:pPr>
              <w:tabs>
                <w:tab w:val="center" w:pos="4320"/>
                <w:tab w:val="right" w:pos="8640"/>
              </w:tabs>
              <w:jc w:val="both"/>
              <w:rPr>
                <w:rFonts w:cs="Arial"/>
                <w:sz w:val="20"/>
                <w:highlight w:val="yellow"/>
              </w:rPr>
            </w:pPr>
          </w:p>
          <w:p w14:paraId="6DCEFBB2" w14:textId="77777777" w:rsidR="005F6B56" w:rsidRPr="003E5FF3" w:rsidRDefault="005F6B56" w:rsidP="0062710E">
            <w:pPr>
              <w:tabs>
                <w:tab w:val="center" w:pos="4320"/>
                <w:tab w:val="right" w:pos="8640"/>
              </w:tabs>
              <w:jc w:val="center"/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AC324" w14:textId="77777777" w:rsidR="005F6B56" w:rsidRPr="003E5FF3" w:rsidRDefault="005F6B56" w:rsidP="0062710E">
            <w:pPr>
              <w:tabs>
                <w:tab w:val="center" w:pos="4320"/>
                <w:tab w:val="right" w:pos="8640"/>
              </w:tabs>
              <w:jc w:val="both"/>
              <w:rPr>
                <w:rFonts w:cs="Arial"/>
                <w:sz w:val="20"/>
                <w:highlight w:val="yellow"/>
              </w:rPr>
            </w:pPr>
          </w:p>
          <w:p w14:paraId="243D1013" w14:textId="77777777" w:rsidR="005F6B56" w:rsidRPr="003E5FF3" w:rsidRDefault="005F6B56" w:rsidP="0062710E">
            <w:pPr>
              <w:tabs>
                <w:tab w:val="center" w:pos="4320"/>
                <w:tab w:val="right" w:pos="8640"/>
              </w:tabs>
              <w:jc w:val="both"/>
              <w:rPr>
                <w:rFonts w:cs="Arial"/>
                <w:sz w:val="20"/>
                <w:highlight w:val="yellow"/>
              </w:rPr>
            </w:pPr>
          </w:p>
        </w:tc>
      </w:tr>
      <w:tr w:rsidR="005F6B56" w:rsidRPr="003E5FF3" w14:paraId="479370DC" w14:textId="77777777" w:rsidTr="008C074D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9FDEA" w14:textId="77777777" w:rsidR="005F6B56" w:rsidRPr="003E5FF3" w:rsidRDefault="005F6B56" w:rsidP="0062710E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5FF3">
              <w:rPr>
                <w:rFonts w:ascii="Arial" w:hAnsi="Arial" w:cs="Arial"/>
                <w:sz w:val="20"/>
                <w:szCs w:val="20"/>
              </w:rPr>
              <w:t>Is there a question regarding the validity of the document?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ED160" w14:textId="77777777" w:rsidR="005F6B56" w:rsidRPr="003E5FF3" w:rsidRDefault="005F6B56" w:rsidP="0062710E">
            <w:pPr>
              <w:tabs>
                <w:tab w:val="center" w:pos="4320"/>
                <w:tab w:val="right" w:pos="8640"/>
              </w:tabs>
              <w:jc w:val="both"/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321C5" w14:textId="77777777" w:rsidR="005F6B56" w:rsidRPr="003E5FF3" w:rsidRDefault="005F6B56" w:rsidP="0062710E">
            <w:pPr>
              <w:tabs>
                <w:tab w:val="center" w:pos="4320"/>
                <w:tab w:val="right" w:pos="8640"/>
              </w:tabs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5F6B56" w:rsidRPr="003E5FF3" w14:paraId="6C5C0314" w14:textId="77777777" w:rsidTr="008C074D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D9025" w14:textId="77777777" w:rsidR="005F6B56" w:rsidRPr="003E5FF3" w:rsidRDefault="005F6B56" w:rsidP="0062710E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5FF3">
              <w:rPr>
                <w:rFonts w:ascii="Arial" w:hAnsi="Arial" w:cs="Arial"/>
                <w:sz w:val="20"/>
                <w:szCs w:val="20"/>
              </w:rPr>
              <w:t>Is there a question regarding the health care provider’s specialization and/or education as it relates to the medical condition?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FCEAE" w14:textId="77777777" w:rsidR="005F6B56" w:rsidRPr="003E5FF3" w:rsidRDefault="005F6B56" w:rsidP="0062710E">
            <w:pPr>
              <w:tabs>
                <w:tab w:val="center" w:pos="4320"/>
                <w:tab w:val="right" w:pos="8640"/>
              </w:tabs>
              <w:jc w:val="both"/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8D122" w14:textId="77777777" w:rsidR="005F6B56" w:rsidRPr="00B010E9" w:rsidRDefault="005F6B56" w:rsidP="0062710E">
            <w:pPr>
              <w:tabs>
                <w:tab w:val="center" w:pos="4320"/>
                <w:tab w:val="right" w:pos="8640"/>
              </w:tabs>
              <w:jc w:val="both"/>
              <w:rPr>
                <w:rFonts w:cs="Arial"/>
                <w:sz w:val="20"/>
              </w:rPr>
            </w:pPr>
          </w:p>
        </w:tc>
      </w:tr>
      <w:tr w:rsidR="005F6B56" w:rsidRPr="003E5FF3" w14:paraId="79FBA057" w14:textId="77777777" w:rsidTr="008C074D">
        <w:trPr>
          <w:trHeight w:val="395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F0E87" w14:textId="77777777" w:rsidR="005F6B56" w:rsidRPr="003E5FF3" w:rsidRDefault="005F6B56" w:rsidP="0062710E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5FF3">
              <w:rPr>
                <w:rFonts w:ascii="Arial" w:hAnsi="Arial" w:cs="Arial"/>
                <w:sz w:val="20"/>
                <w:szCs w:val="20"/>
              </w:rPr>
              <w:t>Is the health care provider providing the certification an expert in the relevant field?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D190D" w14:textId="77777777" w:rsidR="005F6B56" w:rsidRPr="003E5FF3" w:rsidRDefault="005F6B56" w:rsidP="0062710E">
            <w:pPr>
              <w:tabs>
                <w:tab w:val="center" w:pos="4320"/>
                <w:tab w:val="right" w:pos="8640"/>
              </w:tabs>
              <w:jc w:val="both"/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6D08E" w14:textId="77777777" w:rsidR="005F6B56" w:rsidRPr="003E5FF3" w:rsidRDefault="005F6B56" w:rsidP="0062710E">
            <w:pPr>
              <w:tabs>
                <w:tab w:val="center" w:pos="4320"/>
                <w:tab w:val="right" w:pos="8640"/>
              </w:tabs>
              <w:jc w:val="both"/>
              <w:rPr>
                <w:rFonts w:cs="Arial"/>
                <w:sz w:val="20"/>
                <w:highlight w:val="yellow"/>
              </w:rPr>
            </w:pPr>
          </w:p>
        </w:tc>
      </w:tr>
      <w:tr w:rsidR="005F6B56" w:rsidRPr="003E5FF3" w14:paraId="0CA00757" w14:textId="77777777" w:rsidTr="008C074D">
        <w:trPr>
          <w:trHeight w:val="350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311C1" w14:textId="77777777" w:rsidR="005F6B56" w:rsidRPr="003E5FF3" w:rsidRDefault="005F6B56" w:rsidP="0062710E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5FF3">
              <w:rPr>
                <w:rFonts w:ascii="Arial" w:hAnsi="Arial" w:cs="Arial"/>
                <w:sz w:val="20"/>
                <w:szCs w:val="20"/>
              </w:rPr>
              <w:t>Is the leave the employee is asking for disproportionate to the condition?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D0589" w14:textId="77777777" w:rsidR="005F6B56" w:rsidRPr="003E5FF3" w:rsidRDefault="005F6B56" w:rsidP="0062710E">
            <w:pPr>
              <w:tabs>
                <w:tab w:val="center" w:pos="4320"/>
                <w:tab w:val="right" w:pos="8640"/>
              </w:tabs>
              <w:jc w:val="both"/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A2C3D" w14:textId="77777777" w:rsidR="005F6B56" w:rsidRPr="003E5FF3" w:rsidRDefault="005F6B56" w:rsidP="0062710E">
            <w:pPr>
              <w:tabs>
                <w:tab w:val="center" w:pos="4320"/>
                <w:tab w:val="right" w:pos="8640"/>
              </w:tabs>
              <w:jc w:val="both"/>
              <w:rPr>
                <w:rFonts w:cs="Arial"/>
                <w:sz w:val="20"/>
                <w:highlight w:val="yellow"/>
              </w:rPr>
            </w:pPr>
          </w:p>
        </w:tc>
      </w:tr>
      <w:tr w:rsidR="005F6B56" w:rsidRPr="003E5FF3" w14:paraId="285E0840" w14:textId="77777777" w:rsidTr="008C074D">
        <w:trPr>
          <w:trHeight w:val="323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64CA6" w14:textId="77777777" w:rsidR="005F6B56" w:rsidRPr="003E5FF3" w:rsidRDefault="005F6B56" w:rsidP="0062710E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5FF3">
              <w:rPr>
                <w:rFonts w:ascii="Arial" w:hAnsi="Arial" w:cs="Arial"/>
                <w:sz w:val="20"/>
                <w:szCs w:val="20"/>
              </w:rPr>
              <w:t>Is there a question regarding the validity of the employees use of leave?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7776A" w14:textId="77777777" w:rsidR="005F6B56" w:rsidRPr="003E5FF3" w:rsidRDefault="005F6B56" w:rsidP="0062710E">
            <w:pPr>
              <w:tabs>
                <w:tab w:val="center" w:pos="4320"/>
                <w:tab w:val="right" w:pos="8640"/>
              </w:tabs>
              <w:jc w:val="center"/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CE1C4" w14:textId="77777777" w:rsidR="005F6B56" w:rsidRPr="003E5FF3" w:rsidRDefault="005F6B56" w:rsidP="0062710E">
            <w:pPr>
              <w:tabs>
                <w:tab w:val="center" w:pos="4320"/>
                <w:tab w:val="right" w:pos="8640"/>
              </w:tabs>
              <w:jc w:val="both"/>
              <w:rPr>
                <w:rFonts w:cs="Arial"/>
                <w:sz w:val="20"/>
                <w:highlight w:val="yellow"/>
              </w:rPr>
            </w:pPr>
          </w:p>
        </w:tc>
      </w:tr>
      <w:tr w:rsidR="005F6B56" w:rsidRPr="003E5FF3" w14:paraId="7C950957" w14:textId="77777777" w:rsidTr="008C074D">
        <w:trPr>
          <w:trHeight w:val="260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F563E" w14:textId="77777777" w:rsidR="005F6B56" w:rsidRPr="003E5FF3" w:rsidRDefault="005F6B56" w:rsidP="0062710E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5FF3">
              <w:rPr>
                <w:rFonts w:ascii="Arial" w:hAnsi="Arial" w:cs="Arial"/>
                <w:sz w:val="20"/>
                <w:szCs w:val="20"/>
              </w:rPr>
              <w:t xml:space="preserve">Is the employee’s leave usage consistent with their medical certificate?    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C5DF1" w14:textId="77777777" w:rsidR="005F6B56" w:rsidRPr="003E5FF3" w:rsidRDefault="005F6B56" w:rsidP="0062710E">
            <w:pPr>
              <w:tabs>
                <w:tab w:val="center" w:pos="4320"/>
                <w:tab w:val="right" w:pos="8640"/>
              </w:tabs>
              <w:jc w:val="both"/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CC316" w14:textId="7D2C17B4" w:rsidR="005F6B56" w:rsidRPr="003E5FF3" w:rsidRDefault="005F6B56" w:rsidP="0062710E">
            <w:pPr>
              <w:tabs>
                <w:tab w:val="center" w:pos="4320"/>
                <w:tab w:val="right" w:pos="8640"/>
              </w:tabs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8C074D" w:rsidRPr="003E5FF3" w14:paraId="4414D1EB" w14:textId="77777777" w:rsidTr="008C074D">
        <w:trPr>
          <w:trHeight w:val="260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0848A" w14:textId="1F255256" w:rsidR="008C074D" w:rsidRPr="003E5FF3" w:rsidRDefault="008C074D" w:rsidP="0062710E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OTHER Be Specific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98E1B" w14:textId="77777777" w:rsidR="008C074D" w:rsidRPr="003E5FF3" w:rsidRDefault="008C074D" w:rsidP="0062710E">
            <w:pPr>
              <w:tabs>
                <w:tab w:val="center" w:pos="4320"/>
                <w:tab w:val="right" w:pos="8640"/>
              </w:tabs>
              <w:jc w:val="both"/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D71D4" w14:textId="77777777" w:rsidR="008C074D" w:rsidRPr="003E5FF3" w:rsidRDefault="008C074D" w:rsidP="0062710E">
            <w:pPr>
              <w:tabs>
                <w:tab w:val="center" w:pos="4320"/>
                <w:tab w:val="right" w:pos="8640"/>
              </w:tabs>
              <w:jc w:val="center"/>
              <w:rPr>
                <w:rFonts w:cs="Arial"/>
                <w:sz w:val="20"/>
                <w:highlight w:val="yellow"/>
              </w:rPr>
            </w:pPr>
          </w:p>
        </w:tc>
      </w:tr>
    </w:tbl>
    <w:p w14:paraId="7C94539A" w14:textId="77777777" w:rsidR="006F79B5" w:rsidRDefault="006F79B5" w:rsidP="004450BD">
      <w:pPr>
        <w:pBdr>
          <w:top w:val="single" w:sz="18" w:space="1" w:color="auto"/>
        </w:pBdr>
        <w:jc w:val="both"/>
        <w:rPr>
          <w:rFonts w:cs="Arial"/>
          <w:b/>
          <w:sz w:val="20"/>
        </w:rPr>
      </w:pPr>
    </w:p>
    <w:p w14:paraId="615824AB" w14:textId="77777777" w:rsidR="0085174C" w:rsidRDefault="004450BD" w:rsidP="004450BD">
      <w:pPr>
        <w:pBdr>
          <w:top w:val="single" w:sz="18" w:space="1" w:color="auto"/>
        </w:pBdr>
        <w:jc w:val="both"/>
        <w:rPr>
          <w:rFonts w:cs="Arial"/>
          <w:b/>
          <w:sz w:val="20"/>
        </w:rPr>
      </w:pPr>
      <w:r>
        <w:rPr>
          <w:rFonts w:cs="Arial"/>
          <w:b/>
          <w:sz w:val="20"/>
        </w:rPr>
        <w:t>Medical Certificate</w:t>
      </w:r>
      <w:r w:rsidR="0085174C">
        <w:rPr>
          <w:rFonts w:cs="Arial"/>
          <w:b/>
          <w:sz w:val="20"/>
        </w:rPr>
        <w:t>s</w:t>
      </w:r>
      <w:r>
        <w:rPr>
          <w:rFonts w:cs="Arial"/>
          <w:b/>
          <w:sz w:val="20"/>
        </w:rPr>
        <w:t xml:space="preserve">: </w:t>
      </w:r>
    </w:p>
    <w:p w14:paraId="0D83995A" w14:textId="77777777" w:rsidR="0085174C" w:rsidRDefault="0085174C" w:rsidP="004450BD">
      <w:pPr>
        <w:pBdr>
          <w:top w:val="single" w:sz="18" w:space="1" w:color="auto"/>
        </w:pBdr>
        <w:jc w:val="both"/>
        <w:rPr>
          <w:rFonts w:cs="Arial"/>
          <w:b/>
          <w:sz w:val="20"/>
        </w:rPr>
      </w:pPr>
    </w:p>
    <w:p w14:paraId="0C9ED463" w14:textId="77777777" w:rsidR="00326674" w:rsidRDefault="00326674" w:rsidP="004450BD">
      <w:pPr>
        <w:pBdr>
          <w:top w:val="single" w:sz="18" w:space="1" w:color="auto"/>
        </w:pBdr>
        <w:jc w:val="both"/>
        <w:rPr>
          <w:rFonts w:cs="Arial"/>
          <w:b/>
          <w:sz w:val="20"/>
        </w:rPr>
      </w:pPr>
      <w:r w:rsidRPr="00326674">
        <w:rPr>
          <w:rFonts w:cs="Arial"/>
          <w:b/>
          <w:sz w:val="20"/>
          <w:highlight w:val="yellow"/>
        </w:rPr>
        <w:t>LIST RESTRICTIONS FROM MEDICAL CERTIFICATE HERE</w:t>
      </w:r>
    </w:p>
    <w:p w14:paraId="44468067" w14:textId="77777777" w:rsidR="006F79B5" w:rsidRDefault="006F79B5" w:rsidP="006F79B5">
      <w:pPr>
        <w:jc w:val="both"/>
        <w:rPr>
          <w:rFonts w:cs="Arial"/>
          <w:b/>
          <w:sz w:val="20"/>
        </w:rPr>
      </w:pPr>
    </w:p>
    <w:p w14:paraId="5FB8D039" w14:textId="0DF4BD2E" w:rsidR="006F79B5" w:rsidRPr="006F79B5" w:rsidRDefault="00DB21D4" w:rsidP="006F79B5">
      <w:pPr>
        <w:jc w:val="both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  </w:t>
      </w:r>
      <w:r w:rsidR="006F79B5">
        <w:rPr>
          <w:rFonts w:cs="Arial"/>
          <w:b/>
          <w:sz w:val="20"/>
        </w:rPr>
        <w:t xml:space="preserve">ACTUAL USAGE (from </w:t>
      </w:r>
      <w:r w:rsidR="008A5EBD" w:rsidRPr="00326674">
        <w:rPr>
          <w:rFonts w:cs="Arial"/>
          <w:b/>
          <w:sz w:val="20"/>
          <w:highlight w:val="yellow"/>
        </w:rPr>
        <w:t>DATE</w:t>
      </w:r>
      <w:r w:rsidR="006F79B5">
        <w:rPr>
          <w:rFonts w:cs="Arial"/>
          <w:b/>
          <w:sz w:val="20"/>
        </w:rPr>
        <w:t xml:space="preserve"> medical certificate):</w:t>
      </w:r>
    </w:p>
    <w:tbl>
      <w:tblPr>
        <w:tblW w:w="91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0"/>
        <w:gridCol w:w="1170"/>
        <w:gridCol w:w="5197"/>
      </w:tblGrid>
      <w:tr w:rsidR="006F79B5" w:rsidRPr="003E5FF3" w14:paraId="093FED48" w14:textId="77777777" w:rsidTr="008C074D">
        <w:trPr>
          <w:trHeight w:val="377"/>
          <w:tblHeader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90E9F" w14:textId="77777777" w:rsidR="006F79B5" w:rsidRPr="003E5FF3" w:rsidRDefault="006F79B5" w:rsidP="00326674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Date range of </w:t>
            </w:r>
            <w:r w:rsidRPr="003E5FF3">
              <w:rPr>
                <w:rFonts w:cs="Arial"/>
                <w:b/>
                <w:sz w:val="20"/>
              </w:rPr>
              <w:t>usage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2C386" w14:textId="77777777" w:rsidR="006F79B5" w:rsidRPr="00212B50" w:rsidRDefault="006F79B5" w:rsidP="00326674">
            <w:pPr>
              <w:jc w:val="center"/>
              <w:rPr>
                <w:rFonts w:cs="Arial"/>
                <w:b/>
                <w:sz w:val="20"/>
              </w:rPr>
            </w:pPr>
            <w:r w:rsidRPr="00212B50">
              <w:rPr>
                <w:rFonts w:cs="Arial"/>
                <w:b/>
                <w:sz w:val="20"/>
              </w:rPr>
              <w:t>Total # of days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3DCBF" w14:textId="77777777" w:rsidR="006F79B5" w:rsidRDefault="006F79B5" w:rsidP="00326674">
            <w:pPr>
              <w:rPr>
                <w:rFonts w:cs="Arial"/>
                <w:b/>
                <w:sz w:val="20"/>
              </w:rPr>
            </w:pPr>
          </w:p>
          <w:p w14:paraId="00D868FA" w14:textId="77777777" w:rsidR="006F79B5" w:rsidRPr="003E5FF3" w:rsidRDefault="006F79B5" w:rsidP="00326674">
            <w:pPr>
              <w:jc w:val="center"/>
              <w:rPr>
                <w:rFonts w:cs="Arial"/>
                <w:b/>
                <w:sz w:val="20"/>
              </w:rPr>
            </w:pPr>
            <w:r w:rsidRPr="003E5FF3">
              <w:rPr>
                <w:rFonts w:cs="Arial"/>
                <w:b/>
                <w:sz w:val="20"/>
              </w:rPr>
              <w:t>Analysis of existing medical certification</w:t>
            </w:r>
          </w:p>
        </w:tc>
      </w:tr>
      <w:tr w:rsidR="006F79B5" w:rsidRPr="003E5FF3" w14:paraId="5DC8DEB3" w14:textId="77777777" w:rsidTr="008C074D">
        <w:trPr>
          <w:trHeight w:val="1475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E87F2" w14:textId="77777777" w:rsidR="006F79B5" w:rsidRPr="007110A3" w:rsidRDefault="006F79B5" w:rsidP="00326674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23B60" w14:textId="77777777" w:rsidR="006F79B5" w:rsidRDefault="006F79B5" w:rsidP="00326674">
            <w:pPr>
              <w:jc w:val="center"/>
              <w:rPr>
                <w:rFonts w:cs="Arial"/>
                <w:sz w:val="20"/>
              </w:rPr>
            </w:pPr>
          </w:p>
          <w:p w14:paraId="631C95AF" w14:textId="77777777" w:rsidR="006F79B5" w:rsidRPr="007110A3" w:rsidRDefault="006F79B5" w:rsidP="00326674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7432C" w14:textId="77777777" w:rsidR="006F79B5" w:rsidRPr="003E5FF3" w:rsidRDefault="006F79B5" w:rsidP="00326674">
            <w:pPr>
              <w:rPr>
                <w:rFonts w:cs="Arial"/>
                <w:sz w:val="20"/>
                <w:highlight w:val="yellow"/>
              </w:rPr>
            </w:pPr>
          </w:p>
        </w:tc>
      </w:tr>
    </w:tbl>
    <w:p w14:paraId="7E14728F" w14:textId="77777777" w:rsidR="006F79B5" w:rsidRPr="00212B50" w:rsidRDefault="006F79B5" w:rsidP="006F79B5">
      <w:pPr>
        <w:pStyle w:val="ListParagraph"/>
        <w:rPr>
          <w:rFonts w:ascii="Arial" w:hAnsi="Arial" w:cs="Arial"/>
          <w:sz w:val="20"/>
          <w:szCs w:val="20"/>
        </w:rPr>
      </w:pPr>
    </w:p>
    <w:p w14:paraId="717BC99D" w14:textId="77777777" w:rsidR="0085174C" w:rsidRDefault="0085174C" w:rsidP="00E46767">
      <w:pPr>
        <w:pStyle w:val="ListParagraph"/>
        <w:rPr>
          <w:rFonts w:ascii="Arial" w:hAnsi="Arial" w:cs="Arial"/>
          <w:sz w:val="20"/>
          <w:szCs w:val="20"/>
        </w:rPr>
      </w:pPr>
    </w:p>
    <w:p w14:paraId="34F27B01" w14:textId="77777777" w:rsidR="00326674" w:rsidRPr="0000726B" w:rsidRDefault="00326674" w:rsidP="0000726B">
      <w:pPr>
        <w:jc w:val="both"/>
        <w:rPr>
          <w:rFonts w:cs="Arial"/>
          <w:b/>
          <w:sz w:val="20"/>
        </w:rPr>
      </w:pPr>
      <w:r w:rsidRPr="00326674">
        <w:rPr>
          <w:rFonts w:cs="Arial"/>
          <w:b/>
          <w:sz w:val="20"/>
          <w:highlight w:val="yellow"/>
        </w:rPr>
        <w:t>LIST RESTRICTIONS FROM MEDICAL CERTIFICATE HERE</w:t>
      </w:r>
      <w:r w:rsidR="00E46767">
        <w:rPr>
          <w:rFonts w:cs="Arial"/>
          <w:b/>
          <w:sz w:val="20"/>
        </w:rPr>
        <w:t xml:space="preserve"> </w:t>
      </w:r>
      <w:r w:rsidR="00E46767" w:rsidRPr="00E46767">
        <w:rPr>
          <w:rFonts w:cs="Arial"/>
          <w:b/>
          <w:sz w:val="20"/>
          <w:highlight w:val="yellow"/>
        </w:rPr>
        <w:t>[DUPLICATE SECTIONS IF MORE MEDICAL CERTIFICATES OR DELETE EXTRAS]</w:t>
      </w:r>
    </w:p>
    <w:p w14:paraId="5565AFA7" w14:textId="77777777" w:rsidR="006F79B5" w:rsidRDefault="006F79B5" w:rsidP="0076271C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14:paraId="39106ECA" w14:textId="020079C7" w:rsidR="006F79B5" w:rsidRPr="006F79B5" w:rsidRDefault="00DB21D4" w:rsidP="006F79B5">
      <w:pPr>
        <w:jc w:val="both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  </w:t>
      </w:r>
      <w:r w:rsidR="006F79B5">
        <w:rPr>
          <w:rFonts w:cs="Arial"/>
          <w:b/>
          <w:sz w:val="20"/>
        </w:rPr>
        <w:t xml:space="preserve">ACTUAL USAGE (from </w:t>
      </w:r>
      <w:r w:rsidR="008A5EBD" w:rsidRPr="00E46767">
        <w:rPr>
          <w:rFonts w:cs="Arial"/>
          <w:b/>
          <w:sz w:val="20"/>
          <w:highlight w:val="yellow"/>
        </w:rPr>
        <w:t>DATE</w:t>
      </w:r>
      <w:r w:rsidR="008A5EBD">
        <w:rPr>
          <w:rFonts w:cs="Arial"/>
          <w:b/>
          <w:sz w:val="20"/>
        </w:rPr>
        <w:t xml:space="preserve"> </w:t>
      </w:r>
      <w:r w:rsidR="006F79B5">
        <w:rPr>
          <w:rFonts w:cs="Arial"/>
          <w:b/>
          <w:sz w:val="20"/>
        </w:rPr>
        <w:t>medical certificate):</w:t>
      </w:r>
    </w:p>
    <w:tbl>
      <w:tblPr>
        <w:tblW w:w="92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0"/>
        <w:gridCol w:w="1170"/>
        <w:gridCol w:w="5287"/>
      </w:tblGrid>
      <w:tr w:rsidR="006F79B5" w:rsidRPr="003E5FF3" w14:paraId="799BE53F" w14:textId="77777777" w:rsidTr="008C074D">
        <w:trPr>
          <w:trHeight w:val="377"/>
          <w:tblHeader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6FC0C" w14:textId="77777777" w:rsidR="006F79B5" w:rsidRPr="003E5FF3" w:rsidRDefault="006F79B5" w:rsidP="00326674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Date range of </w:t>
            </w:r>
            <w:r w:rsidRPr="003E5FF3">
              <w:rPr>
                <w:rFonts w:cs="Arial"/>
                <w:b/>
                <w:sz w:val="20"/>
              </w:rPr>
              <w:t>usage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028D5" w14:textId="77777777" w:rsidR="006F79B5" w:rsidRPr="00212B50" w:rsidRDefault="006F79B5" w:rsidP="00326674">
            <w:pPr>
              <w:jc w:val="center"/>
              <w:rPr>
                <w:rFonts w:cs="Arial"/>
                <w:b/>
                <w:sz w:val="20"/>
              </w:rPr>
            </w:pPr>
            <w:r w:rsidRPr="00212B50">
              <w:rPr>
                <w:rFonts w:cs="Arial"/>
                <w:b/>
                <w:sz w:val="20"/>
              </w:rPr>
              <w:t>Total # of days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B505D" w14:textId="77777777" w:rsidR="006F79B5" w:rsidRDefault="006F79B5" w:rsidP="00326674">
            <w:pPr>
              <w:rPr>
                <w:rFonts w:cs="Arial"/>
                <w:b/>
                <w:sz w:val="20"/>
              </w:rPr>
            </w:pPr>
          </w:p>
          <w:p w14:paraId="14E6E996" w14:textId="77777777" w:rsidR="006F79B5" w:rsidRPr="003E5FF3" w:rsidRDefault="006F79B5" w:rsidP="00326674">
            <w:pPr>
              <w:jc w:val="center"/>
              <w:rPr>
                <w:rFonts w:cs="Arial"/>
                <w:b/>
                <w:sz w:val="20"/>
              </w:rPr>
            </w:pPr>
            <w:r w:rsidRPr="003E5FF3">
              <w:rPr>
                <w:rFonts w:cs="Arial"/>
                <w:b/>
                <w:sz w:val="20"/>
              </w:rPr>
              <w:t>Analysis of existing medical certification</w:t>
            </w:r>
          </w:p>
        </w:tc>
      </w:tr>
      <w:tr w:rsidR="006F79B5" w:rsidRPr="003E5FF3" w14:paraId="3A5E7C47" w14:textId="77777777" w:rsidTr="008C074D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6A635" w14:textId="77777777" w:rsidR="006F79B5" w:rsidRDefault="006F79B5" w:rsidP="00326674">
            <w:pPr>
              <w:jc w:val="both"/>
              <w:rPr>
                <w:rFonts w:cs="Arial"/>
                <w:sz w:val="20"/>
              </w:rPr>
            </w:pPr>
          </w:p>
          <w:p w14:paraId="36133711" w14:textId="77777777" w:rsidR="006F79B5" w:rsidRPr="007110A3" w:rsidRDefault="006F79B5" w:rsidP="00326674">
            <w:pPr>
              <w:jc w:val="both"/>
              <w:rPr>
                <w:rFonts w:cs="Arial"/>
                <w:sz w:val="20"/>
              </w:rPr>
            </w:pPr>
          </w:p>
          <w:p w14:paraId="1A344BBD" w14:textId="77777777" w:rsidR="006F79B5" w:rsidRPr="007110A3" w:rsidRDefault="006F79B5" w:rsidP="00326674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A4CDA" w14:textId="77777777" w:rsidR="006F79B5" w:rsidRDefault="006F79B5" w:rsidP="00326674">
            <w:pPr>
              <w:jc w:val="center"/>
              <w:rPr>
                <w:rFonts w:cs="Arial"/>
                <w:sz w:val="20"/>
              </w:rPr>
            </w:pPr>
          </w:p>
          <w:p w14:paraId="34733411" w14:textId="77777777" w:rsidR="006F79B5" w:rsidRPr="007110A3" w:rsidRDefault="006F79B5" w:rsidP="008A5EB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14718" w14:textId="77777777" w:rsidR="006F79B5" w:rsidRDefault="006F79B5" w:rsidP="00326674">
            <w:pPr>
              <w:jc w:val="both"/>
              <w:rPr>
                <w:rFonts w:cs="Arial"/>
                <w:sz w:val="20"/>
                <w:highlight w:val="yellow"/>
              </w:rPr>
            </w:pPr>
          </w:p>
          <w:p w14:paraId="4031322B" w14:textId="77777777" w:rsidR="006F79B5" w:rsidRPr="003E5FF3" w:rsidRDefault="006F79B5" w:rsidP="00326674">
            <w:pPr>
              <w:rPr>
                <w:rFonts w:cs="Arial"/>
                <w:sz w:val="20"/>
                <w:highlight w:val="yellow"/>
              </w:rPr>
            </w:pPr>
          </w:p>
        </w:tc>
      </w:tr>
    </w:tbl>
    <w:p w14:paraId="55D295C5" w14:textId="77777777" w:rsidR="003477C0" w:rsidRPr="00A827F0" w:rsidRDefault="003477C0" w:rsidP="0000726B"/>
    <w:sectPr w:rsidR="003477C0" w:rsidRPr="00A827F0" w:rsidSect="007F3DED">
      <w:headerReference w:type="default" r:id="rId7"/>
      <w:footerReference w:type="default" r:id="rId8"/>
      <w:headerReference w:type="first" r:id="rId9"/>
      <w:footerReference w:type="first" r:id="rId10"/>
      <w:type w:val="continuous"/>
      <w:pgSz w:w="12240" w:h="15840"/>
      <w:pgMar w:top="1440" w:right="1440" w:bottom="1440" w:left="1440" w:header="720" w:footer="40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B7E0A5" w14:textId="77777777" w:rsidR="000770DF" w:rsidRDefault="000770DF">
      <w:r>
        <w:separator/>
      </w:r>
    </w:p>
  </w:endnote>
  <w:endnote w:type="continuationSeparator" w:id="0">
    <w:p w14:paraId="5E1D146E" w14:textId="77777777" w:rsidR="000770DF" w:rsidRDefault="000770DF">
      <w:r>
        <w:continuationSeparator/>
      </w:r>
    </w:p>
  </w:endnote>
  <w:endnote w:type="continuationNotice" w:id="1">
    <w:p w14:paraId="1B517962" w14:textId="77777777" w:rsidR="000770DF" w:rsidRDefault="000770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034A7A" w14:textId="77777777" w:rsidR="007C2619" w:rsidRPr="006F79B5" w:rsidRDefault="007C2619" w:rsidP="006F79B5">
    <w:pPr>
      <w:pStyle w:val="Footer"/>
      <w:pBdr>
        <w:top w:val="single" w:sz="18" w:space="1" w:color="auto"/>
      </w:pBdr>
      <w:jc w:val="right"/>
      <w:rPr>
        <w:rFonts w:cs="Arial"/>
        <w:b/>
        <w:sz w:val="20"/>
      </w:rPr>
    </w:pPr>
    <w:r w:rsidRPr="006F79B5">
      <w:rPr>
        <w:rFonts w:cs="Arial"/>
        <w:b/>
        <w:sz w:val="20"/>
      </w:rPr>
      <w:t xml:space="preserve">Page </w:t>
    </w:r>
    <w:r w:rsidRPr="006F79B5">
      <w:rPr>
        <w:rFonts w:cs="Arial"/>
        <w:b/>
        <w:sz w:val="20"/>
      </w:rPr>
      <w:fldChar w:fldCharType="begin"/>
    </w:r>
    <w:r w:rsidRPr="006F79B5">
      <w:rPr>
        <w:rFonts w:cs="Arial"/>
        <w:b/>
        <w:sz w:val="20"/>
      </w:rPr>
      <w:instrText xml:space="preserve"> PAGE </w:instrText>
    </w:r>
    <w:r w:rsidRPr="006F79B5">
      <w:rPr>
        <w:rFonts w:cs="Arial"/>
        <w:b/>
        <w:sz w:val="20"/>
      </w:rPr>
      <w:fldChar w:fldCharType="separate"/>
    </w:r>
    <w:r w:rsidR="0000726B">
      <w:rPr>
        <w:rFonts w:cs="Arial"/>
        <w:b/>
        <w:noProof/>
        <w:sz w:val="20"/>
      </w:rPr>
      <w:t>2</w:t>
    </w:r>
    <w:r w:rsidRPr="006F79B5">
      <w:rPr>
        <w:rFonts w:cs="Arial"/>
        <w:b/>
        <w:sz w:val="20"/>
      </w:rPr>
      <w:fldChar w:fldCharType="end"/>
    </w:r>
    <w:r w:rsidRPr="006F79B5">
      <w:rPr>
        <w:rFonts w:cs="Arial"/>
        <w:b/>
        <w:sz w:val="20"/>
      </w:rPr>
      <w:t xml:space="preserve"> of </w:t>
    </w:r>
    <w:r w:rsidRPr="006F79B5">
      <w:rPr>
        <w:rFonts w:cs="Arial"/>
        <w:b/>
        <w:sz w:val="20"/>
      </w:rPr>
      <w:fldChar w:fldCharType="begin"/>
    </w:r>
    <w:r w:rsidRPr="006F79B5">
      <w:rPr>
        <w:rFonts w:cs="Arial"/>
        <w:b/>
        <w:sz w:val="20"/>
      </w:rPr>
      <w:instrText xml:space="preserve"> NUMPAGES </w:instrText>
    </w:r>
    <w:r w:rsidRPr="006F79B5">
      <w:rPr>
        <w:rFonts w:cs="Arial"/>
        <w:b/>
        <w:sz w:val="20"/>
      </w:rPr>
      <w:fldChar w:fldCharType="separate"/>
    </w:r>
    <w:r w:rsidR="0000726B">
      <w:rPr>
        <w:rFonts w:cs="Arial"/>
        <w:b/>
        <w:noProof/>
        <w:sz w:val="20"/>
      </w:rPr>
      <w:t>2</w:t>
    </w:r>
    <w:r w:rsidRPr="006F79B5">
      <w:rPr>
        <w:rFonts w:cs="Arial"/>
        <w:b/>
        <w:sz w:val="20"/>
      </w:rPr>
      <w:fldChar w:fldCharType="end"/>
    </w:r>
  </w:p>
  <w:p w14:paraId="614D06A1" w14:textId="77777777" w:rsidR="007C2619" w:rsidRPr="006F79B5" w:rsidRDefault="007C2619" w:rsidP="006F79B5">
    <w:pPr>
      <w:pStyle w:val="Footer"/>
      <w:pBdr>
        <w:top w:val="single" w:sz="18" w:space="1" w:color="auto"/>
      </w:pBdr>
      <w:rPr>
        <w:rFonts w:cs="Arial"/>
        <w:sz w:val="18"/>
        <w:szCs w:val="18"/>
      </w:rPr>
    </w:pPr>
    <w:r w:rsidRPr="006F79B5">
      <w:rPr>
        <w:rFonts w:cs="Arial"/>
        <w:sz w:val="18"/>
        <w:szCs w:val="18"/>
      </w:rPr>
      <w:t xml:space="preserve">Provided by HRM Consulting, Inc. </w:t>
    </w:r>
    <w:hyperlink r:id="rId1" w:history="1">
      <w:r w:rsidRPr="006F79B5">
        <w:rPr>
          <w:rStyle w:val="Hyperlink"/>
          <w:rFonts w:cs="Arial"/>
          <w:sz w:val="18"/>
          <w:szCs w:val="18"/>
        </w:rPr>
        <w:t>www.hrmconsulting.com</w:t>
      </w:r>
    </w:hyperlink>
    <w:r w:rsidRPr="006F79B5">
      <w:rPr>
        <w:rFonts w:cs="Arial"/>
        <w:sz w:val="18"/>
        <w:szCs w:val="18"/>
      </w:rPr>
      <w:t xml:space="preserve"> </w:t>
    </w:r>
    <w:hyperlink r:id="rId2" w:history="1">
      <w:r w:rsidRPr="006F79B5">
        <w:rPr>
          <w:rStyle w:val="Hyperlink"/>
          <w:rFonts w:cs="Arial"/>
          <w:sz w:val="18"/>
          <w:szCs w:val="18"/>
        </w:rPr>
        <w:t>bdelima@hrmconsulting.com</w:t>
      </w:r>
    </w:hyperlink>
  </w:p>
  <w:p w14:paraId="6304464C" w14:textId="77777777" w:rsidR="007C2619" w:rsidRPr="006F79B5" w:rsidRDefault="007C2619" w:rsidP="006F79B5">
    <w:pPr>
      <w:pStyle w:val="Footer"/>
      <w:pBdr>
        <w:top w:val="single" w:sz="18" w:space="1" w:color="auto"/>
      </w:pBdr>
      <w:rPr>
        <w:sz w:val="18"/>
        <w:szCs w:val="18"/>
      </w:rPr>
    </w:pPr>
    <w:r w:rsidRPr="006F79B5">
      <w:rPr>
        <w:sz w:val="18"/>
        <w:szCs w:val="18"/>
      </w:rPr>
      <w:t>Copyright HRM Consulting, Inc. 2013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B38558" w14:textId="77777777" w:rsidR="007C2619" w:rsidRPr="006F79B5" w:rsidRDefault="007C2619" w:rsidP="006F79B5">
    <w:pPr>
      <w:pStyle w:val="Footer"/>
      <w:pBdr>
        <w:top w:val="single" w:sz="18" w:space="1" w:color="auto"/>
      </w:pBdr>
      <w:jc w:val="right"/>
      <w:rPr>
        <w:rFonts w:cs="Arial"/>
        <w:b/>
        <w:sz w:val="20"/>
      </w:rPr>
    </w:pPr>
    <w:r w:rsidRPr="006F79B5">
      <w:rPr>
        <w:rFonts w:cs="Arial"/>
        <w:b/>
        <w:sz w:val="20"/>
      </w:rPr>
      <w:t xml:space="preserve">Page </w:t>
    </w:r>
    <w:r w:rsidRPr="006F79B5">
      <w:rPr>
        <w:rFonts w:cs="Arial"/>
        <w:b/>
        <w:sz w:val="20"/>
      </w:rPr>
      <w:fldChar w:fldCharType="begin"/>
    </w:r>
    <w:r w:rsidRPr="006F79B5">
      <w:rPr>
        <w:rFonts w:cs="Arial"/>
        <w:b/>
        <w:sz w:val="20"/>
      </w:rPr>
      <w:instrText xml:space="preserve"> PAGE </w:instrText>
    </w:r>
    <w:r w:rsidRPr="006F79B5">
      <w:rPr>
        <w:rFonts w:cs="Arial"/>
        <w:b/>
        <w:sz w:val="20"/>
      </w:rPr>
      <w:fldChar w:fldCharType="separate"/>
    </w:r>
    <w:r w:rsidR="008A5D74">
      <w:rPr>
        <w:rFonts w:cs="Arial"/>
        <w:b/>
        <w:noProof/>
        <w:sz w:val="20"/>
      </w:rPr>
      <w:t>1</w:t>
    </w:r>
    <w:r w:rsidRPr="006F79B5">
      <w:rPr>
        <w:rFonts w:cs="Arial"/>
        <w:b/>
        <w:sz w:val="20"/>
      </w:rPr>
      <w:fldChar w:fldCharType="end"/>
    </w:r>
    <w:r w:rsidRPr="006F79B5">
      <w:rPr>
        <w:rFonts w:cs="Arial"/>
        <w:b/>
        <w:sz w:val="20"/>
      </w:rPr>
      <w:t xml:space="preserve"> of </w:t>
    </w:r>
    <w:r w:rsidRPr="006F79B5">
      <w:rPr>
        <w:rFonts w:cs="Arial"/>
        <w:b/>
        <w:sz w:val="20"/>
      </w:rPr>
      <w:fldChar w:fldCharType="begin"/>
    </w:r>
    <w:r w:rsidRPr="006F79B5">
      <w:rPr>
        <w:rFonts w:cs="Arial"/>
        <w:b/>
        <w:sz w:val="20"/>
      </w:rPr>
      <w:instrText xml:space="preserve"> NUMPAGES </w:instrText>
    </w:r>
    <w:r w:rsidRPr="006F79B5">
      <w:rPr>
        <w:rFonts w:cs="Arial"/>
        <w:b/>
        <w:sz w:val="20"/>
      </w:rPr>
      <w:fldChar w:fldCharType="separate"/>
    </w:r>
    <w:r w:rsidR="008A5D74">
      <w:rPr>
        <w:rFonts w:cs="Arial"/>
        <w:b/>
        <w:noProof/>
        <w:sz w:val="20"/>
      </w:rPr>
      <w:t>1</w:t>
    </w:r>
    <w:r w:rsidRPr="006F79B5">
      <w:rPr>
        <w:rFonts w:cs="Arial"/>
        <w:b/>
        <w:sz w:val="20"/>
      </w:rPr>
      <w:fldChar w:fldCharType="end"/>
    </w:r>
  </w:p>
  <w:p w14:paraId="6C0F763B" w14:textId="77777777" w:rsidR="00F600A2" w:rsidRDefault="007F3DED" w:rsidP="00F600A2">
    <w:pPr>
      <w:pStyle w:val="Footer"/>
      <w:rPr>
        <w:rFonts w:cs="Arial"/>
        <w:sz w:val="18"/>
        <w:szCs w:val="18"/>
      </w:rPr>
    </w:pPr>
    <w:r>
      <w:rPr>
        <w:rFonts w:cs="Arial"/>
        <w:sz w:val="18"/>
        <w:szCs w:val="18"/>
      </w:rPr>
      <w:t xml:space="preserve">Copyright 2013-present </w:t>
    </w:r>
    <w:r w:rsidR="00F600A2" w:rsidRPr="00542046">
      <w:rPr>
        <w:rFonts w:cs="Arial"/>
        <w:sz w:val="18"/>
        <w:szCs w:val="18"/>
      </w:rPr>
      <w:t>Wolf Creek Holdings, LLC. Used under license by Leave Management Solutions, LLC</w:t>
    </w:r>
  </w:p>
  <w:p w14:paraId="2837999D" w14:textId="77777777" w:rsidR="007F3DED" w:rsidRDefault="007F3DED" w:rsidP="00F600A2">
    <w:pPr>
      <w:pStyle w:val="Footer"/>
    </w:pPr>
    <w:r>
      <w:rPr>
        <w:rFonts w:cs="Arial"/>
        <w:sz w:val="18"/>
        <w:szCs w:val="18"/>
      </w:rPr>
      <w:t>2015.01</w:t>
    </w:r>
  </w:p>
  <w:p w14:paraId="780CF054" w14:textId="77777777" w:rsidR="007C2619" w:rsidRDefault="007C26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111047" w14:textId="77777777" w:rsidR="000770DF" w:rsidRDefault="000770DF">
      <w:r>
        <w:separator/>
      </w:r>
    </w:p>
  </w:footnote>
  <w:footnote w:type="continuationSeparator" w:id="0">
    <w:p w14:paraId="0AE40C5B" w14:textId="77777777" w:rsidR="000770DF" w:rsidRDefault="000770DF">
      <w:r>
        <w:continuationSeparator/>
      </w:r>
    </w:p>
  </w:footnote>
  <w:footnote w:type="continuationNotice" w:id="1">
    <w:p w14:paraId="389F979E" w14:textId="77777777" w:rsidR="000770DF" w:rsidRDefault="000770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7787AF" w14:textId="77777777" w:rsidR="007C2619" w:rsidRPr="006F79B5" w:rsidRDefault="007C2619" w:rsidP="006F79B5">
    <w:pPr>
      <w:pStyle w:val="Header"/>
      <w:pBdr>
        <w:bottom w:val="single" w:sz="18" w:space="1" w:color="auto"/>
      </w:pBdr>
      <w:jc w:val="right"/>
      <w:rPr>
        <w:b/>
      </w:rPr>
    </w:pPr>
    <w:r w:rsidRPr="006F79B5">
      <w:rPr>
        <w:b/>
      </w:rPr>
      <w:t>FMLA.CFRA</w:t>
    </w:r>
    <w:r>
      <w:rPr>
        <w:b/>
      </w:rPr>
      <w:t>/ ADA</w:t>
    </w:r>
    <w:r w:rsidRPr="006F79B5">
      <w:rPr>
        <w:b/>
      </w:rPr>
      <w:t xml:space="preserve"> Background Data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8FAF18" w14:textId="77777777" w:rsidR="007F3DED" w:rsidRPr="008A3869" w:rsidRDefault="007F3DED" w:rsidP="007F3DED">
    <w:pPr>
      <w:pStyle w:val="Header"/>
      <w:jc w:val="center"/>
      <w:rPr>
        <w:rFonts w:cs="Arial"/>
        <w:b/>
        <w:sz w:val="32"/>
        <w:szCs w:val="32"/>
      </w:rPr>
    </w:pPr>
    <w:r w:rsidRPr="004546EF">
      <w:rPr>
        <w:rFonts w:cs="Arial"/>
        <w:b/>
        <w:sz w:val="32"/>
        <w:szCs w:val="32"/>
        <w:highlight w:val="yellow"/>
      </w:rPr>
      <w:t xml:space="preserve">PRINT ON </w:t>
    </w:r>
    <w:r w:rsidRPr="004546EF">
      <w:rPr>
        <w:rFonts w:cs="Arial"/>
        <w:b/>
        <w:sz w:val="32"/>
        <w:szCs w:val="32"/>
        <w:highlight w:val="cyan"/>
      </w:rPr>
      <w:t>COMPANY</w:t>
    </w:r>
    <w:r w:rsidRPr="004546EF">
      <w:rPr>
        <w:rFonts w:cs="Arial"/>
        <w:b/>
        <w:sz w:val="32"/>
        <w:szCs w:val="32"/>
        <w:highlight w:val="yellow"/>
      </w:rPr>
      <w:t xml:space="preserve"> LETTERHEAD</w:t>
    </w:r>
  </w:p>
  <w:p w14:paraId="593CF659" w14:textId="77777777" w:rsidR="007C2619" w:rsidRPr="007F3DED" w:rsidRDefault="007F3DED" w:rsidP="007F3DED">
    <w:pPr>
      <w:pStyle w:val="Header"/>
    </w:pPr>
    <w:r w:rsidRPr="00985651">
      <w:rPr>
        <w:rFonts w:cs="Arial"/>
        <w:b/>
        <w:sz w:val="15"/>
        <w:szCs w:val="15"/>
        <w:highlight w:val="yellow"/>
      </w:rPr>
      <w:t>[BEFORE YOU PRINT: Modify highlighted text. Follow instructions highlighted in brackets then delete. Remove all highlights.]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49DE499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48074E"/>
    <w:multiLevelType w:val="singleLevel"/>
    <w:tmpl w:val="10060994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2" w15:restartNumberingAfterBreak="0">
    <w:nsid w:val="0EF03595"/>
    <w:multiLevelType w:val="hybridMultilevel"/>
    <w:tmpl w:val="81BED7D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30120B"/>
    <w:multiLevelType w:val="hybridMultilevel"/>
    <w:tmpl w:val="312006B0"/>
    <w:lvl w:ilvl="0" w:tplc="9FF02148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A2DC0"/>
    <w:multiLevelType w:val="hybridMultilevel"/>
    <w:tmpl w:val="F73E8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EE4DBF"/>
    <w:multiLevelType w:val="hybridMultilevel"/>
    <w:tmpl w:val="B426CA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6CF74D4"/>
    <w:multiLevelType w:val="hybridMultilevel"/>
    <w:tmpl w:val="F01AD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CB5A28"/>
    <w:multiLevelType w:val="hybridMultilevel"/>
    <w:tmpl w:val="4CF4801E"/>
    <w:lvl w:ilvl="0" w:tplc="2E4C611C">
      <w:numFmt w:val="bullet"/>
      <w:lvlText w:val="-"/>
      <w:lvlJc w:val="left"/>
      <w:pPr>
        <w:ind w:left="2160" w:hanging="360"/>
      </w:pPr>
      <w:rPr>
        <w:rFonts w:ascii="Franklin Gothic Book" w:eastAsia="Calibri" w:hAnsi="Franklin Gothic Book" w:cs="Times New Roman" w:hint="default"/>
      </w:rPr>
    </w:lvl>
    <w:lvl w:ilvl="1" w:tplc="1B1203D4">
      <w:start w:val="1"/>
      <w:numFmt w:val="bullet"/>
      <w:lvlText w:val="1"/>
      <w:lvlJc w:val="left"/>
      <w:pPr>
        <w:ind w:left="28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663B2C1C"/>
    <w:multiLevelType w:val="hybridMultilevel"/>
    <w:tmpl w:val="CFCA005A"/>
    <w:lvl w:ilvl="0" w:tplc="9FF02148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437971"/>
    <w:multiLevelType w:val="hybridMultilevel"/>
    <w:tmpl w:val="AD9EF174"/>
    <w:lvl w:ilvl="0" w:tplc="093EFBDC">
      <w:start w:val="1"/>
      <w:numFmt w:val="decimal"/>
      <w:lvlText w:val="%1.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10" w15:restartNumberingAfterBreak="0">
    <w:nsid w:val="7E926ACD"/>
    <w:multiLevelType w:val="hybridMultilevel"/>
    <w:tmpl w:val="8F52C3D2"/>
    <w:lvl w:ilvl="0" w:tplc="624EE9D8">
      <w:start w:val="1"/>
      <w:numFmt w:val="decimal"/>
      <w:lvlText w:val="%1.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7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3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5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246"/>
    <w:rsid w:val="0000726B"/>
    <w:rsid w:val="0001767C"/>
    <w:rsid w:val="0005061E"/>
    <w:rsid w:val="00057E12"/>
    <w:rsid w:val="00060D70"/>
    <w:rsid w:val="000770DF"/>
    <w:rsid w:val="000972FF"/>
    <w:rsid w:val="000A1109"/>
    <w:rsid w:val="000D39EB"/>
    <w:rsid w:val="000E0FD8"/>
    <w:rsid w:val="000E2BFD"/>
    <w:rsid w:val="000F15DD"/>
    <w:rsid w:val="000F29AA"/>
    <w:rsid w:val="000F4764"/>
    <w:rsid w:val="00104C1C"/>
    <w:rsid w:val="00120000"/>
    <w:rsid w:val="00177AED"/>
    <w:rsid w:val="00183A48"/>
    <w:rsid w:val="001B4C32"/>
    <w:rsid w:val="001D7224"/>
    <w:rsid w:val="002042B5"/>
    <w:rsid w:val="002073F7"/>
    <w:rsid w:val="0021044D"/>
    <w:rsid w:val="00212B50"/>
    <w:rsid w:val="002254AE"/>
    <w:rsid w:val="002629CF"/>
    <w:rsid w:val="002948E9"/>
    <w:rsid w:val="002B7426"/>
    <w:rsid w:val="002C608E"/>
    <w:rsid w:val="002D383C"/>
    <w:rsid w:val="002E0236"/>
    <w:rsid w:val="002F66F3"/>
    <w:rsid w:val="003008A1"/>
    <w:rsid w:val="00326674"/>
    <w:rsid w:val="003270CE"/>
    <w:rsid w:val="0033284A"/>
    <w:rsid w:val="003477C0"/>
    <w:rsid w:val="003A17DE"/>
    <w:rsid w:val="003C7959"/>
    <w:rsid w:val="003D0127"/>
    <w:rsid w:val="003E00B8"/>
    <w:rsid w:val="003E5FF3"/>
    <w:rsid w:val="004450BD"/>
    <w:rsid w:val="004731BE"/>
    <w:rsid w:val="0047516C"/>
    <w:rsid w:val="004809B2"/>
    <w:rsid w:val="004860E1"/>
    <w:rsid w:val="004B79CF"/>
    <w:rsid w:val="0050344C"/>
    <w:rsid w:val="00506B33"/>
    <w:rsid w:val="00565DB8"/>
    <w:rsid w:val="00574AC2"/>
    <w:rsid w:val="005A7BF3"/>
    <w:rsid w:val="005F6B56"/>
    <w:rsid w:val="006023B4"/>
    <w:rsid w:val="006044CC"/>
    <w:rsid w:val="006200A2"/>
    <w:rsid w:val="0062710E"/>
    <w:rsid w:val="00631897"/>
    <w:rsid w:val="006325EB"/>
    <w:rsid w:val="00686D1C"/>
    <w:rsid w:val="0069757A"/>
    <w:rsid w:val="006D4B77"/>
    <w:rsid w:val="006F79B5"/>
    <w:rsid w:val="007110A3"/>
    <w:rsid w:val="00733BF0"/>
    <w:rsid w:val="00741246"/>
    <w:rsid w:val="00753448"/>
    <w:rsid w:val="0076271C"/>
    <w:rsid w:val="007914FF"/>
    <w:rsid w:val="007C0384"/>
    <w:rsid w:val="007C2619"/>
    <w:rsid w:val="007C4CF0"/>
    <w:rsid w:val="007F3DED"/>
    <w:rsid w:val="00804EFB"/>
    <w:rsid w:val="0081394A"/>
    <w:rsid w:val="008160B3"/>
    <w:rsid w:val="0081642C"/>
    <w:rsid w:val="008210E8"/>
    <w:rsid w:val="0085174C"/>
    <w:rsid w:val="00856053"/>
    <w:rsid w:val="008A5D74"/>
    <w:rsid w:val="008A5EBD"/>
    <w:rsid w:val="008B1B6F"/>
    <w:rsid w:val="008C074D"/>
    <w:rsid w:val="008C7A5D"/>
    <w:rsid w:val="0090422E"/>
    <w:rsid w:val="009566BD"/>
    <w:rsid w:val="00964DE9"/>
    <w:rsid w:val="009B099A"/>
    <w:rsid w:val="009B252C"/>
    <w:rsid w:val="009D1895"/>
    <w:rsid w:val="009D7F46"/>
    <w:rsid w:val="009F3E08"/>
    <w:rsid w:val="00A05A23"/>
    <w:rsid w:val="00A32609"/>
    <w:rsid w:val="00A34A69"/>
    <w:rsid w:val="00A827F0"/>
    <w:rsid w:val="00A85CAA"/>
    <w:rsid w:val="00AF3416"/>
    <w:rsid w:val="00B010E9"/>
    <w:rsid w:val="00B519B1"/>
    <w:rsid w:val="00B8276A"/>
    <w:rsid w:val="00B85C6B"/>
    <w:rsid w:val="00BA19C5"/>
    <w:rsid w:val="00BA289B"/>
    <w:rsid w:val="00BC7AB0"/>
    <w:rsid w:val="00BD5569"/>
    <w:rsid w:val="00BD585F"/>
    <w:rsid w:val="00BE1EB2"/>
    <w:rsid w:val="00C05379"/>
    <w:rsid w:val="00C22D70"/>
    <w:rsid w:val="00C416AE"/>
    <w:rsid w:val="00C83D62"/>
    <w:rsid w:val="00CB3226"/>
    <w:rsid w:val="00CD261E"/>
    <w:rsid w:val="00CE2DB1"/>
    <w:rsid w:val="00CF2509"/>
    <w:rsid w:val="00D125F6"/>
    <w:rsid w:val="00D616F4"/>
    <w:rsid w:val="00DB21D4"/>
    <w:rsid w:val="00E40D0A"/>
    <w:rsid w:val="00E46767"/>
    <w:rsid w:val="00E478E9"/>
    <w:rsid w:val="00E5533D"/>
    <w:rsid w:val="00EA1889"/>
    <w:rsid w:val="00EA2B08"/>
    <w:rsid w:val="00EB116B"/>
    <w:rsid w:val="00EB5E80"/>
    <w:rsid w:val="00F17F19"/>
    <w:rsid w:val="00F600A2"/>
    <w:rsid w:val="00F60A7F"/>
    <w:rsid w:val="00FF6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B57E945"/>
  <w15:docId w15:val="{FC23638D-E05B-4A88-BA79-66086951A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741246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2F66F3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4450BD"/>
    <w:rPr>
      <w:rFonts w:ascii="Arial" w:hAnsi="Arial"/>
      <w:sz w:val="22"/>
    </w:rPr>
  </w:style>
  <w:style w:type="paragraph" w:styleId="ListParagraph">
    <w:name w:val="List Paragraph"/>
    <w:basedOn w:val="Normal"/>
    <w:uiPriority w:val="34"/>
    <w:qFormat/>
    <w:rsid w:val="004450BD"/>
    <w:pPr>
      <w:ind w:left="720"/>
      <w:contextualSpacing/>
    </w:pPr>
    <w:rPr>
      <w:rFonts w:ascii="Cambria" w:hAnsi="Cambria"/>
      <w:sz w:val="24"/>
      <w:szCs w:val="24"/>
    </w:rPr>
  </w:style>
  <w:style w:type="table" w:styleId="TableGrid">
    <w:name w:val="Table Grid"/>
    <w:basedOn w:val="TableNormal"/>
    <w:uiPriority w:val="59"/>
    <w:rsid w:val="004450BD"/>
    <w:rPr>
      <w:rFonts w:ascii="Cambria" w:hAnsi="Cambr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F600A2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25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bdelima@hrmconsulting.com" TargetMode="External"/><Relationship Id="rId1" Type="http://schemas.openxmlformats.org/officeDocument/2006/relationships/hyperlink" Target="http://www.hrmconsulting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OnLineForms\letterh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S:\OnLineForms\letterhead.dot</Template>
  <TotalTime>2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Ms</vt:lpstr>
    </vt:vector>
  </TitlesOfParts>
  <Company>Sunsweet Growers Inc.</Company>
  <LinksUpToDate>false</LinksUpToDate>
  <CharactersWithSpaces>1331</CharactersWithSpaces>
  <SharedDoc>false</SharedDoc>
  <HLinks>
    <vt:vector size="12" baseType="variant">
      <vt:variant>
        <vt:i4>1572926</vt:i4>
      </vt:variant>
      <vt:variant>
        <vt:i4>9</vt:i4>
      </vt:variant>
      <vt:variant>
        <vt:i4>0</vt:i4>
      </vt:variant>
      <vt:variant>
        <vt:i4>5</vt:i4>
      </vt:variant>
      <vt:variant>
        <vt:lpwstr>mailto:bdelima@hrmconsulting.com</vt:lpwstr>
      </vt:variant>
      <vt:variant>
        <vt:lpwstr/>
      </vt:variant>
      <vt:variant>
        <vt:i4>6160385</vt:i4>
      </vt:variant>
      <vt:variant>
        <vt:i4>6</vt:i4>
      </vt:variant>
      <vt:variant>
        <vt:i4>0</vt:i4>
      </vt:variant>
      <vt:variant>
        <vt:i4>5</vt:i4>
      </vt:variant>
      <vt:variant>
        <vt:lpwstr>http://www.hrmconsulting.com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</dc:title>
  <dc:subject/>
  <dc:creator>Cindy Holcomb</dc:creator>
  <cp:keywords/>
  <cp:lastModifiedBy>Beth De Lima</cp:lastModifiedBy>
  <cp:revision>3</cp:revision>
  <cp:lastPrinted>2013-09-27T18:21:00Z</cp:lastPrinted>
  <dcterms:created xsi:type="dcterms:W3CDTF">2020-12-08T23:16:00Z</dcterms:created>
  <dcterms:modified xsi:type="dcterms:W3CDTF">2021-01-03T01:35:00Z</dcterms:modified>
</cp:coreProperties>
</file>